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09" w:rsidRPr="00B71B92" w:rsidRDefault="00276709" w:rsidP="00276709">
      <w:pPr>
        <w:rPr>
          <w:rStyle w:val="Funotenzeichen"/>
          <w:vertAlign w:val="baseline"/>
        </w:rPr>
      </w:pPr>
      <w:bookmarkStart w:id="0" w:name="_GoBack"/>
      <w:bookmarkEnd w:id="0"/>
    </w:p>
    <w:sectPr w:rsidR="00276709" w:rsidRPr="00B71B92" w:rsidSect="00276709">
      <w:headerReference w:type="even" r:id="rId9"/>
      <w:headerReference w:type="default" r:id="rId10"/>
      <w:pgSz w:w="11906" w:h="16838" w:code="9"/>
      <w:pgMar w:top="2268" w:right="3969" w:bottom="2778" w:left="1134" w:header="170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55B" w:rsidRDefault="00AE155B" w:rsidP="00AF1426">
      <w:pPr>
        <w:spacing w:line="240" w:lineRule="auto"/>
      </w:pPr>
      <w:r>
        <w:separator/>
      </w:r>
    </w:p>
  </w:endnote>
  <w:endnote w:type="continuationSeparator" w:id="0">
    <w:p w:rsidR="00AE155B" w:rsidRDefault="00AE155B" w:rsidP="00AF1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Fett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55B" w:rsidRDefault="00AE155B" w:rsidP="00AF1426">
      <w:pPr>
        <w:spacing w:line="240" w:lineRule="auto"/>
      </w:pPr>
    </w:p>
  </w:footnote>
  <w:footnote w:type="continuationSeparator" w:id="0">
    <w:p w:rsidR="00AE155B" w:rsidRDefault="00AE155B" w:rsidP="00AF14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C7B" w:rsidRDefault="00BD7C7B">
    <w:pPr>
      <w:pStyle w:val="Kopfzeile"/>
    </w:pPr>
    <w:r>
      <w:fldChar w:fldCharType="begin"/>
    </w:r>
    <w:r>
      <w:instrText>PAGE   \* MERGEFORMAT</w:instrText>
    </w:r>
    <w:r>
      <w:fldChar w:fldCharType="separate"/>
    </w:r>
    <w:r w:rsidR="00276709">
      <w:rPr>
        <w:noProof/>
      </w:rPr>
      <w:t>2</w:t>
    </w:r>
    <w:r>
      <w:fldChar w:fldCharType="end"/>
    </w:r>
    <w:r>
      <w:tab/>
      <w:t>[Kopfzeilentext]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C7B" w:rsidRDefault="00BD7C7B">
    <w:pPr>
      <w:pStyle w:val="Kopfzeile"/>
    </w:pPr>
    <w:r>
      <w:tab/>
      <w:t>[Kopfzeilentext]</w:t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7B83"/>
    <w:multiLevelType w:val="multilevel"/>
    <w:tmpl w:val="D22EDD0A"/>
    <w:lvl w:ilvl="0">
      <w:start w:val="1"/>
      <w:numFmt w:val="bullet"/>
      <w:pStyle w:val="AufzhlungPunkt2Ebene"/>
      <w:lvlText w:val="○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abstractNum w:abstractNumId="1">
    <w:nsid w:val="405A0BF9"/>
    <w:multiLevelType w:val="multilevel"/>
    <w:tmpl w:val="5352FD70"/>
    <w:lvl w:ilvl="0">
      <w:start w:val="1"/>
      <w:numFmt w:val="decimal"/>
      <w:pStyle w:val="Aufzhlungnummeriert"/>
      <w:lvlText w:val="%1."/>
      <w:lvlJc w:val="left"/>
      <w:pPr>
        <w:ind w:left="397" w:hanging="397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97" w:hanging="397"/>
      </w:pPr>
      <w:rPr>
        <w:rFonts w:hint="default"/>
      </w:rPr>
    </w:lvl>
  </w:abstractNum>
  <w:abstractNum w:abstractNumId="2">
    <w:nsid w:val="4B75156B"/>
    <w:multiLevelType w:val="multilevel"/>
    <w:tmpl w:val="236664E0"/>
    <w:lvl w:ilvl="0">
      <w:start w:val="1"/>
      <w:numFmt w:val="decimal"/>
      <w:suff w:val="nothing"/>
      <w:lvlText w:val="Kapitel %1"/>
      <w:lvlJc w:val="left"/>
      <w:pPr>
        <w:ind w:left="0" w:firstLine="0"/>
      </w:pPr>
      <w:rPr>
        <w:rFonts w:hint="default"/>
        <w:b w:val="0"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553B0DED"/>
    <w:multiLevelType w:val="multilevel"/>
    <w:tmpl w:val="236E804E"/>
    <w:lvl w:ilvl="0">
      <w:start w:val="1"/>
      <w:numFmt w:val="decimal"/>
      <w:pStyle w:val="berschrift1"/>
      <w:isLgl/>
      <w:lvlText w:val="%1."/>
      <w:lvlJc w:val="left"/>
      <w:pPr>
        <w:tabs>
          <w:tab w:val="num" w:pos="51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6"/>
        <w:szCs w:val="44"/>
        <w:u w:val="none"/>
        <w:effect w:val="none"/>
        <w:vertAlign w:val="baseline"/>
        <w:em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79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77"/>
        </w:tabs>
        <w:ind w:left="0" w:firstLine="0"/>
      </w:pPr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5"/>
        </w:tabs>
        <w:ind w:left="0" w:firstLine="0"/>
      </w:pPr>
      <w:rPr>
        <w:rFonts w:hint="default"/>
      </w:rPr>
    </w:lvl>
  </w:abstractNum>
  <w:abstractNum w:abstractNumId="4">
    <w:nsid w:val="564259B9"/>
    <w:multiLevelType w:val="hybridMultilevel"/>
    <w:tmpl w:val="BFC687A6"/>
    <w:lvl w:ilvl="0" w:tplc="4496B956">
      <w:start w:val="1"/>
      <w:numFmt w:val="bullet"/>
      <w:pStyle w:val="Aufzhlung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735F8"/>
    <w:multiLevelType w:val="multilevel"/>
    <w:tmpl w:val="4CA009A8"/>
    <w:lvl w:ilvl="0">
      <w:numFmt w:val="bullet"/>
      <w:pStyle w:val="AufzhlungStrich"/>
      <w:lvlText w:val="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</w:abstractNum>
  <w:abstractNum w:abstractNumId="6">
    <w:nsid w:val="5E8B37AA"/>
    <w:multiLevelType w:val="multilevel"/>
    <w:tmpl w:val="578CF35A"/>
    <w:lvl w:ilvl="0">
      <w:start w:val="1"/>
      <w:numFmt w:val="bullet"/>
      <w:pStyle w:val="AufzhlungStrich2Ebene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33"/>
    <w:rsid w:val="00007D85"/>
    <w:rsid w:val="00014195"/>
    <w:rsid w:val="000160EA"/>
    <w:rsid w:val="00032346"/>
    <w:rsid w:val="00032C70"/>
    <w:rsid w:val="00040392"/>
    <w:rsid w:val="0005411F"/>
    <w:rsid w:val="000732AA"/>
    <w:rsid w:val="000A37B3"/>
    <w:rsid w:val="000A7BF0"/>
    <w:rsid w:val="000B56A2"/>
    <w:rsid w:val="000E0148"/>
    <w:rsid w:val="00100AEB"/>
    <w:rsid w:val="00134289"/>
    <w:rsid w:val="00162A9D"/>
    <w:rsid w:val="001E6DF3"/>
    <w:rsid w:val="001F0788"/>
    <w:rsid w:val="001F2922"/>
    <w:rsid w:val="00200A71"/>
    <w:rsid w:val="00201B0B"/>
    <w:rsid w:val="00276709"/>
    <w:rsid w:val="002A1123"/>
    <w:rsid w:val="002E22AF"/>
    <w:rsid w:val="002F1BC8"/>
    <w:rsid w:val="002F4AA9"/>
    <w:rsid w:val="00305F5E"/>
    <w:rsid w:val="00307722"/>
    <w:rsid w:val="0031413A"/>
    <w:rsid w:val="00327A9A"/>
    <w:rsid w:val="00382B51"/>
    <w:rsid w:val="00382C96"/>
    <w:rsid w:val="00395FCB"/>
    <w:rsid w:val="003B2BDB"/>
    <w:rsid w:val="003D370E"/>
    <w:rsid w:val="003D41E0"/>
    <w:rsid w:val="003D5A43"/>
    <w:rsid w:val="00405556"/>
    <w:rsid w:val="00420826"/>
    <w:rsid w:val="004406E4"/>
    <w:rsid w:val="00444064"/>
    <w:rsid w:val="0047171C"/>
    <w:rsid w:val="004933A6"/>
    <w:rsid w:val="004C08FD"/>
    <w:rsid w:val="004C170F"/>
    <w:rsid w:val="004D6710"/>
    <w:rsid w:val="004D7486"/>
    <w:rsid w:val="004E4F4C"/>
    <w:rsid w:val="004F5F48"/>
    <w:rsid w:val="005010A1"/>
    <w:rsid w:val="0052307A"/>
    <w:rsid w:val="00531E1B"/>
    <w:rsid w:val="0056463B"/>
    <w:rsid w:val="00590B5A"/>
    <w:rsid w:val="005942F8"/>
    <w:rsid w:val="0059453D"/>
    <w:rsid w:val="005C30CD"/>
    <w:rsid w:val="005D3682"/>
    <w:rsid w:val="006028FF"/>
    <w:rsid w:val="006615B7"/>
    <w:rsid w:val="00684AE4"/>
    <w:rsid w:val="006A6372"/>
    <w:rsid w:val="00750FE8"/>
    <w:rsid w:val="00762579"/>
    <w:rsid w:val="007A6889"/>
    <w:rsid w:val="007D3C0E"/>
    <w:rsid w:val="007E023D"/>
    <w:rsid w:val="00804187"/>
    <w:rsid w:val="00843B9B"/>
    <w:rsid w:val="00880A9D"/>
    <w:rsid w:val="00895238"/>
    <w:rsid w:val="008C6DD1"/>
    <w:rsid w:val="009378DC"/>
    <w:rsid w:val="0094781F"/>
    <w:rsid w:val="00947D57"/>
    <w:rsid w:val="00951720"/>
    <w:rsid w:val="009544F6"/>
    <w:rsid w:val="009650B6"/>
    <w:rsid w:val="009745D9"/>
    <w:rsid w:val="0099360B"/>
    <w:rsid w:val="00A44C2F"/>
    <w:rsid w:val="00A51A47"/>
    <w:rsid w:val="00A6111C"/>
    <w:rsid w:val="00A611DF"/>
    <w:rsid w:val="00A657CC"/>
    <w:rsid w:val="00A74DDC"/>
    <w:rsid w:val="00A86498"/>
    <w:rsid w:val="00A916E8"/>
    <w:rsid w:val="00A96183"/>
    <w:rsid w:val="00AC0D6B"/>
    <w:rsid w:val="00AC1786"/>
    <w:rsid w:val="00AE155B"/>
    <w:rsid w:val="00AF1426"/>
    <w:rsid w:val="00AF3030"/>
    <w:rsid w:val="00AF7B49"/>
    <w:rsid w:val="00B574AD"/>
    <w:rsid w:val="00B71B92"/>
    <w:rsid w:val="00B76B76"/>
    <w:rsid w:val="00B82AF5"/>
    <w:rsid w:val="00B85AD3"/>
    <w:rsid w:val="00BD7C7B"/>
    <w:rsid w:val="00BF288C"/>
    <w:rsid w:val="00C03BDC"/>
    <w:rsid w:val="00C41260"/>
    <w:rsid w:val="00C55549"/>
    <w:rsid w:val="00CA34E8"/>
    <w:rsid w:val="00D04F8B"/>
    <w:rsid w:val="00D05FA3"/>
    <w:rsid w:val="00D230C5"/>
    <w:rsid w:val="00D37FEE"/>
    <w:rsid w:val="00D83DDE"/>
    <w:rsid w:val="00D91A7E"/>
    <w:rsid w:val="00DF7DDD"/>
    <w:rsid w:val="00E06B33"/>
    <w:rsid w:val="00E20788"/>
    <w:rsid w:val="00E24DCD"/>
    <w:rsid w:val="00E60489"/>
    <w:rsid w:val="00E77DFB"/>
    <w:rsid w:val="00E86979"/>
    <w:rsid w:val="00E900EE"/>
    <w:rsid w:val="00E96904"/>
    <w:rsid w:val="00E9744C"/>
    <w:rsid w:val="00EA3D5C"/>
    <w:rsid w:val="00EC04AA"/>
    <w:rsid w:val="00EF5657"/>
    <w:rsid w:val="00F07D12"/>
    <w:rsid w:val="00F97197"/>
    <w:rsid w:val="00FB581F"/>
    <w:rsid w:val="00FD231E"/>
    <w:rsid w:val="00FD593E"/>
    <w:rsid w:val="00FF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B33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E06B33"/>
    <w:pPr>
      <w:keepNext/>
      <w:keepLines/>
      <w:numPr>
        <w:numId w:val="4"/>
      </w:numPr>
      <w:suppressAutoHyphens/>
      <w:spacing w:after="1380" w:line="480" w:lineRule="exact"/>
      <w:jc w:val="center"/>
      <w:outlineLvl w:val="0"/>
    </w:pPr>
    <w:rPr>
      <w:rFonts w:eastAsiaTheme="majorEastAsia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06B33"/>
    <w:pPr>
      <w:keepNext/>
      <w:keepLines/>
      <w:numPr>
        <w:ilvl w:val="1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E06B33"/>
    <w:pPr>
      <w:keepNext/>
      <w:keepLines/>
      <w:numPr>
        <w:ilvl w:val="2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E06B33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rsid w:val="00E06B33"/>
    <w:pPr>
      <w:keepNext/>
      <w:keepLines/>
      <w:numPr>
        <w:ilvl w:val="4"/>
        <w:numId w:val="4"/>
      </w:num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06B33"/>
    <w:pPr>
      <w:keepNext/>
      <w:keepLines/>
      <w:numPr>
        <w:ilvl w:val="5"/>
        <w:numId w:val="4"/>
      </w:numPr>
      <w:suppressAutoHyphens/>
      <w:autoSpaceDE w:val="0"/>
      <w:autoSpaceDN w:val="0"/>
      <w:spacing w:before="770" w:after="160"/>
      <w:jc w:val="center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qFormat/>
    <w:rsid w:val="00E06B33"/>
    <w:pPr>
      <w:keepNext/>
      <w:numPr>
        <w:ilvl w:val="6"/>
        <w:numId w:val="4"/>
      </w:numPr>
      <w:autoSpaceDE w:val="0"/>
      <w:autoSpaceDN w:val="0"/>
      <w:spacing w:before="310"/>
      <w:jc w:val="left"/>
      <w:outlineLvl w:val="6"/>
    </w:pPr>
    <w:rPr>
      <w:rFonts w:eastAsia="Times New Roman"/>
      <w:i/>
      <w:iCs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E06B33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E06B33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E06B33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E06B33"/>
  </w:style>
  <w:style w:type="paragraph" w:customStyle="1" w:styleId="Abbildungskopf">
    <w:name w:val="Abbildungskopf"/>
    <w:basedOn w:val="Standard"/>
    <w:qFormat/>
    <w:rsid w:val="00E06B33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E06B33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E06B33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E06B33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E06B33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E06B33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E06B33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E06B33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E06B33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E06B33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E06B33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06B33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E06B33"/>
    <w:rPr>
      <w:rFonts w:eastAsiaTheme="majorEastAsia" w:cs="Arial"/>
      <w:b/>
      <w:bCs/>
      <w:kern w:val="32"/>
      <w:sz w:val="36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E06B33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06B33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06B33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06B33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E06B33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E06B33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E06B33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E06B33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E06B33"/>
    <w:pPr>
      <w:tabs>
        <w:tab w:val="right" w:pos="7088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E06B33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E06B33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E06B33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rsid w:val="00E06B33"/>
    <w:rPr>
      <w:rFonts w:eastAsiaTheme="majorEastAsia" w:cstheme="majorBidi"/>
      <w:bCs/>
      <w:i/>
      <w:iCs/>
      <w:sz w:val="24"/>
      <w:szCs w:val="26"/>
      <w:lang w:eastAsia="de-DE"/>
    </w:rPr>
  </w:style>
  <w:style w:type="paragraph" w:customStyle="1" w:styleId="berschrift1ohneVerzeichniseintrag">
    <w:name w:val="Überschrift 1 ohne Verzeichniseintrag"/>
    <w:basedOn w:val="berschrift1"/>
    <w:rsid w:val="00E06B33"/>
    <w:pPr>
      <w:numPr>
        <w:numId w:val="0"/>
      </w:numPr>
      <w:outlineLvl w:val="9"/>
    </w:pPr>
    <w:rPr>
      <w:rFonts w:ascii="Times New Roman Fett" w:eastAsia="Times New Roman" w:hAnsi="Times New Roman Fett" w:cs="Times New Roman"/>
      <w:bCs w:val="0"/>
      <w:kern w:val="0"/>
      <w:szCs w:val="24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E06B33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E06B33"/>
    <w:pPr>
      <w:numPr>
        <w:numId w:val="2"/>
      </w:numPr>
      <w:spacing w:before="60"/>
      <w:ind w:left="568" w:hanging="284"/>
    </w:pPr>
    <w:rPr>
      <w:lang w:eastAsia="ar-SA"/>
    </w:rPr>
  </w:style>
  <w:style w:type="character" w:styleId="Funotenzeichen">
    <w:name w:val="footnote reference"/>
    <w:basedOn w:val="Absatz-Standardschriftart"/>
    <w:rsid w:val="00E06B33"/>
    <w:rPr>
      <w:vertAlign w:val="superscript"/>
    </w:rPr>
  </w:style>
  <w:style w:type="paragraph" w:customStyle="1" w:styleId="berschrift1ohneNummer">
    <w:name w:val="Überschrift  1 ohne Nummer"/>
    <w:basedOn w:val="berschrift1"/>
    <w:rsid w:val="00E06B33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rsid w:val="00E06B33"/>
    <w:rPr>
      <w:rFonts w:eastAsia="Times New Roman"/>
      <w:i/>
      <w:iCs/>
      <w:sz w:val="24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E06B33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E06B33"/>
    <w:pPr>
      <w:suppressAutoHyphens/>
      <w:spacing w:line="560" w:lineRule="exact"/>
      <w:jc w:val="center"/>
      <w:outlineLvl w:val="0"/>
    </w:pPr>
    <w:rPr>
      <w:rFonts w:ascii="Times New Roman Fett" w:eastAsia="Times New Roman" w:hAnsi="Times New Roman Fett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E06B33"/>
    <w:rPr>
      <w:rFonts w:ascii="Times New Roman Fett" w:eastAsia="Times New Roman" w:hAnsi="Times New Roman Fett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semiHidden/>
    <w:rsid w:val="00E06B33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E06B33"/>
    <w:rPr>
      <w:i/>
    </w:rPr>
  </w:style>
  <w:style w:type="character" w:customStyle="1" w:styleId="Englisch">
    <w:name w:val="Englisch"/>
    <w:basedOn w:val="Absatz-Standardschriftart"/>
    <w:rsid w:val="00E06B33"/>
    <w:rPr>
      <w:lang w:val="en-GB"/>
    </w:rPr>
  </w:style>
  <w:style w:type="paragraph" w:customStyle="1" w:styleId="Untertitelberschrift1">
    <w:name w:val="Untertitel Überschrift 1"/>
    <w:basedOn w:val="Standard"/>
    <w:rsid w:val="00E06B33"/>
    <w:pPr>
      <w:suppressAutoHyphens/>
      <w:spacing w:before="320" w:after="1440" w:line="440" w:lineRule="exact"/>
      <w:jc w:val="center"/>
    </w:pPr>
    <w:rPr>
      <w:sz w:val="32"/>
    </w:rPr>
  </w:style>
  <w:style w:type="paragraph" w:customStyle="1" w:styleId="Autoren">
    <w:name w:val="Autoren"/>
    <w:basedOn w:val="Untertitel"/>
    <w:semiHidden/>
    <w:qFormat/>
    <w:rsid w:val="00E06B33"/>
    <w:pPr>
      <w:spacing w:before="880" w:after="144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E06B33"/>
    <w:pPr>
      <w:tabs>
        <w:tab w:val="center" w:pos="3402"/>
        <w:tab w:val="right" w:pos="680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E06B33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06B33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E06B33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unhideWhenUsed/>
    <w:qFormat/>
    <w:rsid w:val="00E06B33"/>
  </w:style>
  <w:style w:type="paragraph" w:customStyle="1" w:styleId="AbsatznachAufzhlung">
    <w:name w:val="Absatz nach Aufzählung"/>
    <w:basedOn w:val="Standard"/>
    <w:qFormat/>
    <w:rsid w:val="00E06B33"/>
    <w:pPr>
      <w:spacing w:before="160"/>
    </w:pPr>
  </w:style>
  <w:style w:type="paragraph" w:customStyle="1" w:styleId="berschrift2ohneAbstand">
    <w:name w:val="Überschrift 2 ohne Abstand"/>
    <w:basedOn w:val="berschrift2"/>
    <w:rsid w:val="00E06B33"/>
    <w:pPr>
      <w:spacing w:before="240"/>
    </w:pPr>
  </w:style>
  <w:style w:type="paragraph" w:customStyle="1" w:styleId="berschrift3ohneAbstand">
    <w:name w:val="Überschrift 3 ohne Abstand"/>
    <w:basedOn w:val="berschrift3"/>
    <w:rsid w:val="00E06B33"/>
    <w:pPr>
      <w:spacing w:before="240"/>
    </w:pPr>
  </w:style>
  <w:style w:type="paragraph" w:customStyle="1" w:styleId="berschrift4ohneAbstand">
    <w:name w:val="Überschrift 4 ohne Abstand"/>
    <w:basedOn w:val="berschrift4"/>
    <w:rsid w:val="00E06B33"/>
    <w:pPr>
      <w:spacing w:before="240"/>
    </w:pPr>
  </w:style>
  <w:style w:type="paragraph" w:customStyle="1" w:styleId="berschrift5ohneAbstand">
    <w:name w:val="Überschrift 5 ohne Abstand"/>
    <w:basedOn w:val="berschrift5"/>
    <w:rsid w:val="00E06B33"/>
    <w:pPr>
      <w:spacing w:before="240"/>
    </w:pPr>
  </w:style>
  <w:style w:type="paragraph" w:customStyle="1" w:styleId="berschrift6ohneAbstand">
    <w:name w:val="Überschrift 6 ohne Abstand"/>
    <w:basedOn w:val="berschrift6"/>
    <w:rsid w:val="00E06B33"/>
    <w:pPr>
      <w:spacing w:before="240"/>
    </w:pPr>
  </w:style>
  <w:style w:type="paragraph" w:styleId="Verzeichnis1">
    <w:name w:val="toc 1"/>
    <w:basedOn w:val="Standard"/>
    <w:next w:val="Standard"/>
    <w:uiPriority w:val="39"/>
    <w:rsid w:val="00E06B33"/>
    <w:pPr>
      <w:tabs>
        <w:tab w:val="left" w:pos="425"/>
        <w:tab w:val="right" w:leader="dot" w:pos="6804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rsid w:val="00E06B33"/>
    <w:pPr>
      <w:tabs>
        <w:tab w:val="left" w:pos="482"/>
        <w:tab w:val="right" w:leader="dot" w:pos="6804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rsid w:val="00E06B33"/>
    <w:pPr>
      <w:tabs>
        <w:tab w:val="left" w:pos="1191"/>
        <w:tab w:val="right" w:leader="dot" w:pos="6804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E06B33"/>
    <w:rPr>
      <w:color w:val="0000FF" w:themeColor="hyperlink"/>
      <w:u w:val="single"/>
    </w:rPr>
  </w:style>
  <w:style w:type="paragraph" w:customStyle="1" w:styleId="Tabellelinks">
    <w:name w:val="Tabelle links"/>
    <w:basedOn w:val="Standard"/>
    <w:unhideWhenUsed/>
    <w:rsid w:val="00E06B33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E06B33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E06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unhideWhenUsed/>
    <w:rsid w:val="00E06B33"/>
    <w:pPr>
      <w:jc w:val="center"/>
    </w:pPr>
  </w:style>
  <w:style w:type="paragraph" w:customStyle="1" w:styleId="BildAbstand">
    <w:name w:val="Bild + Abstand"/>
    <w:basedOn w:val="Bild"/>
    <w:rsid w:val="00E06B33"/>
    <w:pPr>
      <w:spacing w:after="480"/>
    </w:pPr>
  </w:style>
  <w:style w:type="paragraph" w:customStyle="1" w:styleId="AufzhlungPunkt">
    <w:name w:val="Aufzählung Punkt"/>
    <w:basedOn w:val="AufzhlungStrich"/>
    <w:rsid w:val="00E06B33"/>
    <w:pPr>
      <w:numPr>
        <w:numId w:val="7"/>
      </w:numPr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B33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E06B33"/>
    <w:pPr>
      <w:keepNext/>
      <w:keepLines/>
      <w:numPr>
        <w:numId w:val="4"/>
      </w:numPr>
      <w:suppressAutoHyphens/>
      <w:spacing w:after="1380" w:line="480" w:lineRule="exact"/>
      <w:jc w:val="center"/>
      <w:outlineLvl w:val="0"/>
    </w:pPr>
    <w:rPr>
      <w:rFonts w:eastAsiaTheme="majorEastAsia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06B33"/>
    <w:pPr>
      <w:keepNext/>
      <w:keepLines/>
      <w:numPr>
        <w:ilvl w:val="1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E06B33"/>
    <w:pPr>
      <w:keepNext/>
      <w:keepLines/>
      <w:numPr>
        <w:ilvl w:val="2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E06B33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rsid w:val="00E06B33"/>
    <w:pPr>
      <w:keepNext/>
      <w:keepLines/>
      <w:numPr>
        <w:ilvl w:val="4"/>
        <w:numId w:val="4"/>
      </w:num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06B33"/>
    <w:pPr>
      <w:keepNext/>
      <w:keepLines/>
      <w:numPr>
        <w:ilvl w:val="5"/>
        <w:numId w:val="4"/>
      </w:numPr>
      <w:suppressAutoHyphens/>
      <w:autoSpaceDE w:val="0"/>
      <w:autoSpaceDN w:val="0"/>
      <w:spacing w:before="770" w:after="160"/>
      <w:jc w:val="center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qFormat/>
    <w:rsid w:val="00E06B33"/>
    <w:pPr>
      <w:keepNext/>
      <w:numPr>
        <w:ilvl w:val="6"/>
        <w:numId w:val="4"/>
      </w:numPr>
      <w:autoSpaceDE w:val="0"/>
      <w:autoSpaceDN w:val="0"/>
      <w:spacing w:before="310"/>
      <w:jc w:val="left"/>
      <w:outlineLvl w:val="6"/>
    </w:pPr>
    <w:rPr>
      <w:rFonts w:eastAsia="Times New Roman"/>
      <w:i/>
      <w:iCs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E06B33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E06B33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E06B33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E06B33"/>
  </w:style>
  <w:style w:type="paragraph" w:customStyle="1" w:styleId="Abbildungskopf">
    <w:name w:val="Abbildungskopf"/>
    <w:basedOn w:val="Standard"/>
    <w:qFormat/>
    <w:rsid w:val="00E06B33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E06B33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E06B33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E06B33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E06B33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E06B33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E06B33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E06B33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E06B33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E06B33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E06B33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06B33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E06B33"/>
    <w:rPr>
      <w:rFonts w:eastAsiaTheme="majorEastAsia" w:cs="Arial"/>
      <w:b/>
      <w:bCs/>
      <w:kern w:val="32"/>
      <w:sz w:val="36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E06B33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06B33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06B33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06B33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E06B33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E06B33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E06B33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E06B33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E06B33"/>
    <w:pPr>
      <w:tabs>
        <w:tab w:val="right" w:pos="7088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E06B33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E06B33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E06B33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rsid w:val="00E06B33"/>
    <w:rPr>
      <w:rFonts w:eastAsiaTheme="majorEastAsia" w:cstheme="majorBidi"/>
      <w:bCs/>
      <w:i/>
      <w:iCs/>
      <w:sz w:val="24"/>
      <w:szCs w:val="26"/>
      <w:lang w:eastAsia="de-DE"/>
    </w:rPr>
  </w:style>
  <w:style w:type="paragraph" w:customStyle="1" w:styleId="berschrift1ohneVerzeichniseintrag">
    <w:name w:val="Überschrift 1 ohne Verzeichniseintrag"/>
    <w:basedOn w:val="berschrift1"/>
    <w:rsid w:val="00E06B33"/>
    <w:pPr>
      <w:numPr>
        <w:numId w:val="0"/>
      </w:numPr>
      <w:outlineLvl w:val="9"/>
    </w:pPr>
    <w:rPr>
      <w:rFonts w:ascii="Times New Roman Fett" w:eastAsia="Times New Roman" w:hAnsi="Times New Roman Fett" w:cs="Times New Roman"/>
      <w:bCs w:val="0"/>
      <w:kern w:val="0"/>
      <w:szCs w:val="24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E06B33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E06B33"/>
    <w:pPr>
      <w:numPr>
        <w:numId w:val="2"/>
      </w:numPr>
      <w:spacing w:before="60"/>
      <w:ind w:left="568" w:hanging="284"/>
    </w:pPr>
    <w:rPr>
      <w:lang w:eastAsia="ar-SA"/>
    </w:rPr>
  </w:style>
  <w:style w:type="character" w:styleId="Funotenzeichen">
    <w:name w:val="footnote reference"/>
    <w:basedOn w:val="Absatz-Standardschriftart"/>
    <w:rsid w:val="00E06B33"/>
    <w:rPr>
      <w:vertAlign w:val="superscript"/>
    </w:rPr>
  </w:style>
  <w:style w:type="paragraph" w:customStyle="1" w:styleId="berschrift1ohneNummer">
    <w:name w:val="Überschrift  1 ohne Nummer"/>
    <w:basedOn w:val="berschrift1"/>
    <w:rsid w:val="00E06B33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rsid w:val="00E06B33"/>
    <w:rPr>
      <w:rFonts w:eastAsia="Times New Roman"/>
      <w:i/>
      <w:iCs/>
      <w:sz w:val="24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E06B33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E06B33"/>
    <w:pPr>
      <w:suppressAutoHyphens/>
      <w:spacing w:line="560" w:lineRule="exact"/>
      <w:jc w:val="center"/>
      <w:outlineLvl w:val="0"/>
    </w:pPr>
    <w:rPr>
      <w:rFonts w:ascii="Times New Roman Fett" w:eastAsia="Times New Roman" w:hAnsi="Times New Roman Fett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E06B33"/>
    <w:rPr>
      <w:rFonts w:ascii="Times New Roman Fett" w:eastAsia="Times New Roman" w:hAnsi="Times New Roman Fett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semiHidden/>
    <w:rsid w:val="00E06B33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E06B33"/>
    <w:rPr>
      <w:i/>
    </w:rPr>
  </w:style>
  <w:style w:type="character" w:customStyle="1" w:styleId="Englisch">
    <w:name w:val="Englisch"/>
    <w:basedOn w:val="Absatz-Standardschriftart"/>
    <w:rsid w:val="00E06B33"/>
    <w:rPr>
      <w:lang w:val="en-GB"/>
    </w:rPr>
  </w:style>
  <w:style w:type="paragraph" w:customStyle="1" w:styleId="Untertitelberschrift1">
    <w:name w:val="Untertitel Überschrift 1"/>
    <w:basedOn w:val="Standard"/>
    <w:rsid w:val="00E06B33"/>
    <w:pPr>
      <w:suppressAutoHyphens/>
      <w:spacing w:before="320" w:after="1440" w:line="440" w:lineRule="exact"/>
      <w:jc w:val="center"/>
    </w:pPr>
    <w:rPr>
      <w:sz w:val="32"/>
    </w:rPr>
  </w:style>
  <w:style w:type="paragraph" w:customStyle="1" w:styleId="Autoren">
    <w:name w:val="Autoren"/>
    <w:basedOn w:val="Untertitel"/>
    <w:semiHidden/>
    <w:qFormat/>
    <w:rsid w:val="00E06B33"/>
    <w:pPr>
      <w:spacing w:before="880" w:after="144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E06B33"/>
    <w:pPr>
      <w:tabs>
        <w:tab w:val="center" w:pos="3402"/>
        <w:tab w:val="right" w:pos="680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E06B33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06B33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E06B33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unhideWhenUsed/>
    <w:qFormat/>
    <w:rsid w:val="00E06B33"/>
  </w:style>
  <w:style w:type="paragraph" w:customStyle="1" w:styleId="AbsatznachAufzhlung">
    <w:name w:val="Absatz nach Aufzählung"/>
    <w:basedOn w:val="Standard"/>
    <w:qFormat/>
    <w:rsid w:val="00E06B33"/>
    <w:pPr>
      <w:spacing w:before="160"/>
    </w:pPr>
  </w:style>
  <w:style w:type="paragraph" w:customStyle="1" w:styleId="berschrift2ohneAbstand">
    <w:name w:val="Überschrift 2 ohne Abstand"/>
    <w:basedOn w:val="berschrift2"/>
    <w:rsid w:val="00E06B33"/>
    <w:pPr>
      <w:spacing w:before="240"/>
    </w:pPr>
  </w:style>
  <w:style w:type="paragraph" w:customStyle="1" w:styleId="berschrift3ohneAbstand">
    <w:name w:val="Überschrift 3 ohne Abstand"/>
    <w:basedOn w:val="berschrift3"/>
    <w:rsid w:val="00E06B33"/>
    <w:pPr>
      <w:spacing w:before="240"/>
    </w:pPr>
  </w:style>
  <w:style w:type="paragraph" w:customStyle="1" w:styleId="berschrift4ohneAbstand">
    <w:name w:val="Überschrift 4 ohne Abstand"/>
    <w:basedOn w:val="berschrift4"/>
    <w:rsid w:val="00E06B33"/>
    <w:pPr>
      <w:spacing w:before="240"/>
    </w:pPr>
  </w:style>
  <w:style w:type="paragraph" w:customStyle="1" w:styleId="berschrift5ohneAbstand">
    <w:name w:val="Überschrift 5 ohne Abstand"/>
    <w:basedOn w:val="berschrift5"/>
    <w:rsid w:val="00E06B33"/>
    <w:pPr>
      <w:spacing w:before="240"/>
    </w:pPr>
  </w:style>
  <w:style w:type="paragraph" w:customStyle="1" w:styleId="berschrift6ohneAbstand">
    <w:name w:val="Überschrift 6 ohne Abstand"/>
    <w:basedOn w:val="berschrift6"/>
    <w:rsid w:val="00E06B33"/>
    <w:pPr>
      <w:spacing w:before="240"/>
    </w:pPr>
  </w:style>
  <w:style w:type="paragraph" w:styleId="Verzeichnis1">
    <w:name w:val="toc 1"/>
    <w:basedOn w:val="Standard"/>
    <w:next w:val="Standard"/>
    <w:uiPriority w:val="39"/>
    <w:rsid w:val="00E06B33"/>
    <w:pPr>
      <w:tabs>
        <w:tab w:val="left" w:pos="425"/>
        <w:tab w:val="right" w:leader="dot" w:pos="6804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rsid w:val="00E06B33"/>
    <w:pPr>
      <w:tabs>
        <w:tab w:val="left" w:pos="482"/>
        <w:tab w:val="right" w:leader="dot" w:pos="6804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rsid w:val="00E06B33"/>
    <w:pPr>
      <w:tabs>
        <w:tab w:val="left" w:pos="1191"/>
        <w:tab w:val="right" w:leader="dot" w:pos="6804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E06B33"/>
    <w:rPr>
      <w:color w:val="0000FF" w:themeColor="hyperlink"/>
      <w:u w:val="single"/>
    </w:rPr>
  </w:style>
  <w:style w:type="paragraph" w:customStyle="1" w:styleId="Tabellelinks">
    <w:name w:val="Tabelle links"/>
    <w:basedOn w:val="Standard"/>
    <w:unhideWhenUsed/>
    <w:rsid w:val="00E06B33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E06B33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E06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unhideWhenUsed/>
    <w:rsid w:val="00E06B33"/>
    <w:pPr>
      <w:jc w:val="center"/>
    </w:pPr>
  </w:style>
  <w:style w:type="paragraph" w:customStyle="1" w:styleId="BildAbstand">
    <w:name w:val="Bild + Abstand"/>
    <w:basedOn w:val="Bild"/>
    <w:rsid w:val="00E06B33"/>
    <w:pPr>
      <w:spacing w:after="480"/>
    </w:pPr>
  </w:style>
  <w:style w:type="paragraph" w:customStyle="1" w:styleId="AufzhlungPunkt">
    <w:name w:val="Aufzählung Punkt"/>
    <w:basedOn w:val="AufzhlungStrich"/>
    <w:rsid w:val="00E06B33"/>
    <w:pPr>
      <w:numPr>
        <w:numId w:val="7"/>
      </w:num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TROPOLIS\2022%20DFV%20f&#252;r%20Autoren\Monographien\Metro-DFV_Mono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831C-223B-437A-9EDB-97CEF98A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Metro-DFV_MonoStandard.dotx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 Kieser</dc:creator>
  <cp:lastModifiedBy>Isabell Kieser</cp:lastModifiedBy>
  <cp:revision>1</cp:revision>
  <dcterms:created xsi:type="dcterms:W3CDTF">2022-09-04T13:18:00Z</dcterms:created>
  <dcterms:modified xsi:type="dcterms:W3CDTF">2022-09-04T13:19:00Z</dcterms:modified>
</cp:coreProperties>
</file>